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55E65A0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E20D14" w:rsidRPr="00E20D14">
        <w:rPr>
          <w:rFonts w:ascii="Verdana" w:hAnsi="Verdana"/>
          <w:b/>
          <w:bCs/>
          <w:i/>
          <w:iCs/>
        </w:rPr>
        <w:t>Údržba, revize a opravy speciálních hnacích vozidel MVTV u OŘ HKR 2026 – 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AC40A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AC40A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AC40A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8AD5" w14:textId="09DDA1D5" w:rsidR="00E20D14" w:rsidRDefault="00E20D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11FBE8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91C637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C40AC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20D14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23BB3"/>
    <w:rsid w:val="00F310F8"/>
    <w:rsid w:val="00F35939"/>
    <w:rsid w:val="00F45607"/>
    <w:rsid w:val="00F5558F"/>
    <w:rsid w:val="00F659EB"/>
    <w:rsid w:val="00F86BA6"/>
    <w:rsid w:val="00FC6389"/>
    <w:rsid w:val="00FE2779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23BB3"/>
    <w:rsid w:val="00F85133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480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14</cp:revision>
  <cp:lastPrinted>2017-11-28T17:18:00Z</cp:lastPrinted>
  <dcterms:created xsi:type="dcterms:W3CDTF">2023-11-16T10:29:00Z</dcterms:created>
  <dcterms:modified xsi:type="dcterms:W3CDTF">2026-02-04T07:02:00Z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